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56509B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Pr="0056509B">
        <w:rPr>
          <w:b/>
          <w:bCs/>
          <w:sz w:val="28"/>
          <w:szCs w:val="28"/>
        </w:rPr>
        <w:t>URZĄDZEŃ MYJĄCO-DEZYNFEKUJĄCYCH DO KACZEK I BASENÓW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15E8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B64B1A">
        <w:t xml:space="preserve"> 2018 r. poz. 1986</w:t>
      </w:r>
      <w:bookmarkStart w:id="0" w:name="_GoBack"/>
      <w:bookmarkEnd w:id="0"/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56509B" w:rsidRPr="0056509B">
        <w:rPr>
          <w:rFonts w:asciiTheme="minorHAnsi" w:hAnsiTheme="minorHAnsi"/>
          <w:b/>
          <w:sz w:val="22"/>
        </w:rPr>
        <w:t>dostawa urządzeń myjąco-dezynfekujących do kaczek i basenów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100690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100690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C13AED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b/>
          <w:sz w:val="22"/>
          <w:szCs w:val="22"/>
        </w:rPr>
        <w:t>Oferujemy termin</w:t>
      </w:r>
      <w:r w:rsidR="00D25886">
        <w:rPr>
          <w:b/>
          <w:sz w:val="22"/>
          <w:szCs w:val="22"/>
        </w:rPr>
        <w:t>…………</w:t>
      </w:r>
      <w:r w:rsidR="00100690">
        <w:rPr>
          <w:b/>
          <w:sz w:val="22"/>
          <w:szCs w:val="22"/>
        </w:rPr>
        <w:t>mie</w:t>
      </w:r>
      <w:r w:rsidR="00D25886">
        <w:rPr>
          <w:b/>
          <w:sz w:val="22"/>
          <w:szCs w:val="22"/>
        </w:rPr>
        <w:t>sięcy</w:t>
      </w:r>
      <w:r w:rsidRPr="00DD16EF">
        <w:rPr>
          <w:b/>
          <w:sz w:val="22"/>
          <w:szCs w:val="22"/>
        </w:rPr>
        <w:t xml:space="preserve"> gwarancji zrównany z okresem rękojmi </w:t>
      </w:r>
      <w:r w:rsidRPr="00DD16EF">
        <w:rPr>
          <w:sz w:val="22"/>
          <w:szCs w:val="22"/>
        </w:rPr>
        <w:t>liczony</w:t>
      </w:r>
      <w:r w:rsidRPr="00DD16EF">
        <w:rPr>
          <w:b/>
          <w:sz w:val="22"/>
          <w:szCs w:val="22"/>
        </w:rPr>
        <w:t xml:space="preserve"> </w:t>
      </w:r>
      <w:r w:rsidRPr="00DD16EF">
        <w:rPr>
          <w:sz w:val="22"/>
          <w:szCs w:val="22"/>
        </w:rPr>
        <w:t>od dnia odbioru i uruchomienia przedmiotu zamówienia</w:t>
      </w:r>
      <w:r w:rsidR="00D25886">
        <w:rPr>
          <w:sz w:val="22"/>
          <w:szCs w:val="22"/>
        </w:rPr>
        <w:t xml:space="preserve"> </w:t>
      </w:r>
      <w:r w:rsidRPr="00DD16EF">
        <w:rPr>
          <w:sz w:val="22"/>
          <w:szCs w:val="22"/>
        </w:rPr>
        <w:t>przyjęty jako kryterium oceny ofert zgodnie z załączonym załącznikiem nr. 3 do SIWZ (Opis przedmiotu zamówienia, zestawienie granicznych par</w:t>
      </w:r>
      <w:r>
        <w:rPr>
          <w:sz w:val="22"/>
          <w:szCs w:val="22"/>
        </w:rPr>
        <w:t>ametrów techniczno- użytkowych)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92B01" w:rsidRPr="00592B01" w:rsidRDefault="005B0AE2" w:rsidP="00592B01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rPr>
          <w:b/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FE49B8">
        <w:rPr>
          <w:b/>
          <w:sz w:val="22"/>
          <w:szCs w:val="22"/>
        </w:rPr>
        <w:t xml:space="preserve"> </w:t>
      </w:r>
      <w:r w:rsidR="00592B01" w:rsidRPr="00592B01">
        <w:rPr>
          <w:sz w:val="22"/>
          <w:szCs w:val="22"/>
        </w:rPr>
        <w:t>6 tygodni od dnia podpisania umowy</w:t>
      </w:r>
      <w:r w:rsidR="00592B01">
        <w:rPr>
          <w:sz w:val="22"/>
          <w:szCs w:val="22"/>
        </w:rPr>
        <w:t>.</w:t>
      </w:r>
    </w:p>
    <w:p w:rsidR="002E62A8" w:rsidRPr="00FE49B8" w:rsidRDefault="002E62A8" w:rsidP="00592B01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161F5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592B01">
        <w:rPr>
          <w:sz w:val="22"/>
          <w:szCs w:val="22"/>
        </w:rPr>
        <w:t>emy przedstawiony wzór umowy (stanowiący</w:t>
      </w:r>
      <w:r w:rsidR="00FE49B8">
        <w:rPr>
          <w:sz w:val="22"/>
          <w:szCs w:val="22"/>
        </w:rPr>
        <w:t xml:space="preserve"> załącznik nr </w:t>
      </w:r>
      <w:r w:rsidR="00592B01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592B01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EF5471" w:rsidRPr="00EF5471" w:rsidRDefault="00EF5471" w:rsidP="00EF5471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00690">
        <w:rPr>
          <w:sz w:val="22"/>
          <w:szCs w:val="22"/>
        </w:rPr>
        <w:t xml:space="preserve">  </w:t>
      </w:r>
      <w:r w:rsidRPr="00EF5471">
        <w:rPr>
          <w:sz w:val="22"/>
          <w:szCs w:val="22"/>
        </w:rPr>
        <w:t>Oświadczamy, że: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EF5471" w:rsidRPr="0040028D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315D09" w:rsidRDefault="00EF5471" w:rsidP="00EF5471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* </w:t>
      </w:r>
      <w:r w:rsidRPr="00100690">
        <w:rPr>
          <w:sz w:val="18"/>
          <w:szCs w:val="18"/>
        </w:rPr>
        <w:t>niepotrzebne skreślić</w:t>
      </w:r>
    </w:p>
    <w:p w:rsidR="00EF5471" w:rsidRPr="00EF5471" w:rsidRDefault="00EF5471" w:rsidP="00EF5471">
      <w:pPr>
        <w:spacing w:line="276" w:lineRule="auto"/>
        <w:jc w:val="both"/>
        <w:rPr>
          <w:sz w:val="22"/>
          <w:szCs w:val="22"/>
        </w:rPr>
      </w:pPr>
    </w:p>
    <w:p w:rsidR="00171B9C" w:rsidRPr="00EF5471" w:rsidRDefault="00EF5471" w:rsidP="00EF5471">
      <w:pPr>
        <w:pStyle w:val="Nagwek1"/>
        <w:numPr>
          <w:ilvl w:val="0"/>
          <w:numId w:val="24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100690">
        <w:rPr>
          <w:sz w:val="22"/>
        </w:rPr>
        <w:t xml:space="preserve">   </w:t>
      </w:r>
      <w:r w:rsidR="00794CB8" w:rsidRPr="00EF5471">
        <w:rPr>
          <w:sz w:val="22"/>
        </w:rPr>
        <w:t>W razie wybrania nas</w:t>
      </w:r>
      <w:r w:rsidR="00A422AD" w:rsidRPr="00EF5471">
        <w:rPr>
          <w:sz w:val="22"/>
        </w:rPr>
        <w:t>zej oferty zobowiązujemy się do</w:t>
      </w:r>
      <w:r w:rsidR="00171B9C" w:rsidRPr="00EF5471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A6F" w:rsidRDefault="00C11A6F">
      <w:r>
        <w:separator/>
      </w:r>
    </w:p>
  </w:endnote>
  <w:endnote w:type="continuationSeparator" w:id="0">
    <w:p w:rsidR="00C11A6F" w:rsidRDefault="00C1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B1A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A6F" w:rsidRDefault="00C11A6F">
      <w:r>
        <w:separator/>
      </w:r>
    </w:p>
  </w:footnote>
  <w:footnote w:type="continuationSeparator" w:id="0">
    <w:p w:rsidR="00C11A6F" w:rsidRDefault="00C11A6F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07" w:rsidRPr="0056509B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56509B">
      <w:rPr>
        <w:rFonts w:ascii="Arial" w:hAnsi="Arial"/>
        <w:noProof/>
        <w:sz w:val="20"/>
        <w:szCs w:val="20"/>
      </w:rPr>
      <w:t>ak sprawy: SP ZOZ NZZP II 2400/16/19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EEE21C08"/>
    <w:lvl w:ilvl="0" w:tplc="B6460F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422ABE82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9654A"/>
    <w:multiLevelType w:val="hybridMultilevel"/>
    <w:tmpl w:val="1994A7CC"/>
    <w:lvl w:ilvl="0" w:tplc="06509A9E">
      <w:start w:val="7"/>
      <w:numFmt w:val="upperRoman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20"/>
  </w:num>
  <w:num w:numId="7">
    <w:abstractNumId w:val="18"/>
  </w:num>
  <w:num w:numId="8">
    <w:abstractNumId w:val="10"/>
  </w:num>
  <w:num w:numId="9">
    <w:abstractNumId w:val="1"/>
  </w:num>
  <w:num w:numId="10">
    <w:abstractNumId w:val="17"/>
  </w:num>
  <w:num w:numId="11">
    <w:abstractNumId w:val="21"/>
  </w:num>
  <w:num w:numId="12">
    <w:abstractNumId w:val="8"/>
  </w:num>
  <w:num w:numId="13">
    <w:abstractNumId w:val="16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2"/>
  </w:num>
  <w:num w:numId="19">
    <w:abstractNumId w:val="15"/>
  </w:num>
  <w:num w:numId="20">
    <w:abstractNumId w:val="11"/>
  </w:num>
  <w:num w:numId="21">
    <w:abstractNumId w:val="19"/>
  </w:num>
  <w:num w:numId="22">
    <w:abstractNumId w:val="13"/>
  </w:num>
  <w:num w:numId="23">
    <w:abstractNumId w:val="14"/>
  </w:num>
  <w:num w:numId="24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0690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1F57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9669B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7E75"/>
    <w:rsid w:val="005538D8"/>
    <w:rsid w:val="0056509B"/>
    <w:rsid w:val="00566304"/>
    <w:rsid w:val="00570518"/>
    <w:rsid w:val="00570D9F"/>
    <w:rsid w:val="00572B40"/>
    <w:rsid w:val="005903F0"/>
    <w:rsid w:val="00592147"/>
    <w:rsid w:val="00592B01"/>
    <w:rsid w:val="00592B1E"/>
    <w:rsid w:val="00593C7D"/>
    <w:rsid w:val="00593CB3"/>
    <w:rsid w:val="005A31C9"/>
    <w:rsid w:val="005A33A4"/>
    <w:rsid w:val="005A532D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7251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335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4B1A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1A6F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886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9E5"/>
    <w:rsid w:val="00E84705"/>
    <w:rsid w:val="00E87E55"/>
    <w:rsid w:val="00EB0384"/>
    <w:rsid w:val="00EB1923"/>
    <w:rsid w:val="00EB3B42"/>
    <w:rsid w:val="00EB7210"/>
    <w:rsid w:val="00EB747A"/>
    <w:rsid w:val="00ED2EEC"/>
    <w:rsid w:val="00ED3815"/>
    <w:rsid w:val="00ED7AEB"/>
    <w:rsid w:val="00EE554F"/>
    <w:rsid w:val="00EE5C56"/>
    <w:rsid w:val="00EF0E18"/>
    <w:rsid w:val="00EF1D67"/>
    <w:rsid w:val="00EF5471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EF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7D24C-1EC8-492D-B3B8-8B75443E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51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177</cp:revision>
  <cp:lastPrinted>2016-09-22T07:56:00Z</cp:lastPrinted>
  <dcterms:created xsi:type="dcterms:W3CDTF">2018-03-08T08:22:00Z</dcterms:created>
  <dcterms:modified xsi:type="dcterms:W3CDTF">2019-06-27T07:46:00Z</dcterms:modified>
  <cp:category/>
</cp:coreProperties>
</file>